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7EC2F59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F03CF1">
              <w:rPr>
                <w:rFonts w:asciiTheme="minorHAnsi" w:hAnsiTheme="minorHAnsi" w:cstheme="minorHAnsi"/>
              </w:rPr>
              <w:t>Łódź</w:t>
            </w:r>
          </w:p>
          <w:p w14:paraId="3C9871A5" w14:textId="0AE1268D" w:rsidR="00B67D39" w:rsidRPr="006B56FD" w:rsidRDefault="00F03CF1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Tuwima 58</w:t>
            </w:r>
          </w:p>
          <w:p w14:paraId="3F4CA6ED" w14:textId="7A90B20E" w:rsidR="00B67D39" w:rsidRPr="006B56FD" w:rsidRDefault="00F03CF1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7BB6BA93" w14:textId="720837D4" w:rsidR="00E75E59" w:rsidRPr="00E75E59" w:rsidRDefault="00CC7E12" w:rsidP="00E75E59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6947BF" w:rsidRPr="006947BF">
        <w:rPr>
          <w:rFonts w:cstheme="minorHAnsi"/>
          <w:b/>
          <w:i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Teresin.</w:t>
      </w:r>
      <w:r w:rsidR="00E75E59" w:rsidRPr="00E75E59">
        <w:rPr>
          <w:rFonts w:cstheme="minorHAnsi"/>
          <w:b/>
          <w:i/>
        </w:rPr>
        <w:t>.</w:t>
      </w:r>
      <w:r w:rsidRPr="00CC7E12">
        <w:rPr>
          <w:rFonts w:cstheme="minorHAnsi"/>
        </w:rPr>
        <w:t xml:space="preserve">, nr </w:t>
      </w:r>
    </w:p>
    <w:p w14:paraId="63B1B52A" w14:textId="0B532FFB" w:rsidR="00CC7E12" w:rsidRPr="00CC7E12" w:rsidRDefault="006947BF" w:rsidP="00E75E59">
      <w:pPr>
        <w:jc w:val="both"/>
        <w:rPr>
          <w:rFonts w:cstheme="minorHAnsi"/>
        </w:rPr>
      </w:pPr>
      <w:r w:rsidRPr="006947BF">
        <w:rPr>
          <w:rFonts w:cstheme="minorHAnsi"/>
          <w:b/>
        </w:rPr>
        <w:t>POST/DYS/OLD/GZ/00195/2026</w:t>
      </w:r>
      <w:r w:rsidR="00CC7E12" w:rsidRPr="00CC7E12">
        <w:rPr>
          <w:rFonts w:cstheme="minorHAnsi"/>
        </w:rPr>
        <w:t xml:space="preserve">, prowadzonego przez </w:t>
      </w:r>
      <w:r w:rsidR="00E75E59">
        <w:rPr>
          <w:rFonts w:cstheme="minorHAnsi"/>
        </w:rPr>
        <w:t>PGE Dystrybucja S.A. Oddział Łódź</w:t>
      </w:r>
      <w:r w:rsidR="00E75E59" w:rsidRPr="00CC7E12">
        <w:rPr>
          <w:rFonts w:cstheme="minorHAnsi"/>
          <w:i/>
        </w:rPr>
        <w:t xml:space="preserve">, </w:t>
      </w:r>
      <w:r w:rsidR="00CC7E12"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E75E59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1003CB35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9A2B1" w14:textId="77777777" w:rsidR="006947BF" w:rsidRDefault="006947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2B3270E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49224CC5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245E5764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F41FE5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1C6E590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BFFE" w14:textId="77777777" w:rsidR="006947BF" w:rsidRDefault="006947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53DFD599" w:rsidR="00347E8D" w:rsidRPr="006E100D" w:rsidRDefault="006947B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947BF">
            <w:rPr>
              <w:rFonts w:asciiTheme="majorHAnsi" w:hAnsiTheme="majorHAnsi"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Teresin.</w:t>
          </w:r>
          <w:r w:rsidR="00E75E59" w:rsidRPr="00E75E59"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7A99C92D" w14:textId="77777777" w:rsidR="00E75E59" w:rsidRPr="00E75E59" w:rsidRDefault="00E75E59" w:rsidP="00E75E5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A5365C8" w:rsidR="00347E8D" w:rsidRPr="006B2C28" w:rsidRDefault="006947B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947B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POST/DYS/OLD/GZ/00195/2026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39043874">
              <wp:simplePos x="0" y="0"/>
              <wp:positionH relativeFrom="page">
                <wp:align>right</wp:align>
              </wp:positionH>
              <wp:positionV relativeFrom="page">
                <wp:posOffset>142703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544.1pt;margin-top:11.25pt;width:595.3pt;height:3.6pt;flip:y;z-index:251667456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44F2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DA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05F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47BF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2E87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0976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E59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5BF6"/>
    <w:rsid w:val="00F01E75"/>
    <w:rsid w:val="00F03CF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D9A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Oświadczenie.docx</dmsv2BaseFileName>
    <dmsv2BaseDisplayName xmlns="http://schemas.microsoft.com/sharepoint/v3">Załącznik nr 4 do SWZ - Oświadczenie</dmsv2BaseDisplayName>
    <dmsv2SWPP2ObjectNumber xmlns="http://schemas.microsoft.com/sharepoint/v3">POST/DYS/OLD/GZ/00195/2026                        </dmsv2SWPP2ObjectNumber>
    <dmsv2SWPP2SumMD5 xmlns="http://schemas.microsoft.com/sharepoint/v3">ac224a572c0af3677a39f1266e8ae7f4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24179913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JEUP5JKVCYQC-1398355148-6364</_dlc_DocId>
    <_dlc_DocIdUrl xmlns="a19cb1c7-c5c7-46d4-85ae-d83685407bba">
      <Url>https://swpp2.dms.gkpge.pl/sites/41/_layouts/15/DocIdRedir.aspx?ID=JEUP5JKVCYQC-1398355148-6364</Url>
      <Description>JEUP5JKVCYQC-1398355148-6364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C3A3D7-53E2-4974-A87D-44A9EB9E88EE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F9B27B-7178-4A97-B821-DFA8405A23E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3</Pages>
  <Words>828</Words>
  <Characters>4968</Characters>
  <Application>Microsoft Office Word</Application>
  <DocSecurity>0</DocSecurity>
  <Lines>41</Lines>
  <Paragraphs>11</Paragraphs>
  <ScaleCrop>false</ScaleCrop>
  <Company>PGE Systemy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6</cp:revision>
  <cp:lastPrinted>2024-07-15T11:21:00Z</cp:lastPrinted>
  <dcterms:created xsi:type="dcterms:W3CDTF">2025-11-24T10:32:00Z</dcterms:created>
  <dcterms:modified xsi:type="dcterms:W3CDTF">2026-01-23T10:09:00Z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2f4b11e0-bea6-4a7a-82b5-874372a619a8</vt:lpwstr>
  </property>
</Properties>
</file>